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>Załącznik nr 1.5 do Zarządzenia Rektora UR  nr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0C149125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416CFE">
        <w:rPr>
          <w:rFonts w:ascii="Corbel" w:hAnsi="Corbel"/>
          <w:smallCaps/>
          <w:sz w:val="24"/>
          <w:szCs w:val="24"/>
        </w:rPr>
        <w:t>2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416CFE">
        <w:rPr>
          <w:rFonts w:ascii="Corbel" w:hAnsi="Corbel"/>
          <w:smallCaps/>
          <w:sz w:val="24"/>
          <w:szCs w:val="24"/>
        </w:rPr>
        <w:t>4</w:t>
      </w:r>
    </w:p>
    <w:p w14:paraId="72A46852" w14:textId="698B30DE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416CFE">
        <w:rPr>
          <w:rFonts w:ascii="Corbel" w:hAnsi="Corbel"/>
          <w:sz w:val="20"/>
          <w:szCs w:val="20"/>
        </w:rPr>
        <w:t>3</w:t>
      </w:r>
      <w:r w:rsidRPr="004811C1">
        <w:rPr>
          <w:rFonts w:ascii="Corbel" w:hAnsi="Corbel"/>
          <w:sz w:val="20"/>
          <w:szCs w:val="20"/>
        </w:rPr>
        <w:t>/202</w:t>
      </w:r>
      <w:r w:rsidR="00416CFE">
        <w:rPr>
          <w:rFonts w:ascii="Corbel" w:hAnsi="Corbel"/>
          <w:sz w:val="20"/>
          <w:szCs w:val="20"/>
        </w:rPr>
        <w:t>4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CA187E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33E06947" w:rsidR="0085747A" w:rsidRPr="009C54AE" w:rsidRDefault="00CA187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24A40044" w:rsidR="00015B8F" w:rsidRPr="009C54AE" w:rsidRDefault="00CA1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0A9E3A4" w:rsidR="0085747A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3D5188D8" w:rsidR="00C61DC5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bookmarkStart w:id="0" w:name="_GoBack"/>
            <w:bookmarkEnd w:id="0"/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8659B" w14:textId="77777777" w:rsidR="000E0C8B" w:rsidRDefault="000E0C8B" w:rsidP="00C16ABF">
      <w:pPr>
        <w:spacing w:after="0" w:line="240" w:lineRule="auto"/>
      </w:pPr>
      <w:r>
        <w:separator/>
      </w:r>
    </w:p>
  </w:endnote>
  <w:endnote w:type="continuationSeparator" w:id="0">
    <w:p w14:paraId="6F2F4F72" w14:textId="77777777" w:rsidR="000E0C8B" w:rsidRDefault="000E0C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688EE" w14:textId="77777777" w:rsidR="000E0C8B" w:rsidRDefault="000E0C8B" w:rsidP="00C16ABF">
      <w:pPr>
        <w:spacing w:after="0" w:line="240" w:lineRule="auto"/>
      </w:pPr>
      <w:r>
        <w:separator/>
      </w:r>
    </w:p>
  </w:footnote>
  <w:footnote w:type="continuationSeparator" w:id="0">
    <w:p w14:paraId="1F3E805E" w14:textId="77777777" w:rsidR="000E0C8B" w:rsidRDefault="000E0C8B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E0C8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87E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103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B5082-9100-4B4C-9C69-C95E13343191}"/>
</file>

<file path=customXml/itemProps2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2E8DD-A65C-4FD2-A62E-0110ACC9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2022-06-07T07:26:00Z</dcterms:created>
  <dcterms:modified xsi:type="dcterms:W3CDTF">2022-06-07T07:26:00Z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